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7EF" w:rsidRPr="00D25068" w:rsidRDefault="000D57EF" w:rsidP="000D57EF">
      <w:pPr>
        <w:widowControl w:val="0"/>
        <w:ind w:left="5812"/>
        <w:jc w:val="left"/>
      </w:pPr>
      <w:r w:rsidRPr="00D25068">
        <w:t xml:space="preserve">Додаток </w:t>
      </w:r>
      <w:r>
        <w:t>2</w:t>
      </w:r>
      <w:r w:rsidRPr="00D25068">
        <w:t xml:space="preserve"> </w:t>
      </w:r>
    </w:p>
    <w:p w:rsidR="000D57EF" w:rsidRPr="00D25068" w:rsidRDefault="000D57EF" w:rsidP="000D57EF">
      <w:pPr>
        <w:widowControl w:val="0"/>
        <w:ind w:left="5812"/>
        <w:jc w:val="left"/>
      </w:pPr>
      <w:r w:rsidRPr="00D25068">
        <w:t xml:space="preserve">до розпорядження голови Червоноградської районної </w:t>
      </w:r>
    </w:p>
    <w:p w:rsidR="000D57EF" w:rsidRPr="00D25068" w:rsidRDefault="000D57EF" w:rsidP="000D57EF">
      <w:pPr>
        <w:widowControl w:val="0"/>
        <w:ind w:left="5812"/>
        <w:jc w:val="left"/>
      </w:pPr>
      <w:r w:rsidRPr="00D25068">
        <w:t>державної адміністрації Львівської області</w:t>
      </w:r>
    </w:p>
    <w:p w:rsidR="000D57EF" w:rsidRPr="00D25068" w:rsidRDefault="005F7F4B" w:rsidP="000D57EF">
      <w:pPr>
        <w:widowControl w:val="0"/>
        <w:ind w:left="5812"/>
        <w:jc w:val="left"/>
      </w:pPr>
      <w:r>
        <w:t xml:space="preserve">15 грудня  </w:t>
      </w:r>
      <w:r w:rsidR="000D57EF" w:rsidRPr="00D25068">
        <w:t>2021 року №</w:t>
      </w:r>
      <w:r>
        <w:t xml:space="preserve"> 190</w:t>
      </w:r>
      <w:bookmarkStart w:id="0" w:name="_GoBack"/>
      <w:bookmarkEnd w:id="0"/>
    </w:p>
    <w:p w:rsidR="000D57EF" w:rsidRPr="005129E1" w:rsidRDefault="000D57EF" w:rsidP="000D57EF">
      <w:pPr>
        <w:ind w:firstLine="5400"/>
        <w:jc w:val="left"/>
        <w:rPr>
          <w:color w:val="000000"/>
          <w:spacing w:val="-3"/>
          <w:sz w:val="20"/>
          <w:szCs w:val="20"/>
        </w:rPr>
      </w:pPr>
    </w:p>
    <w:p w:rsidR="00DB25A7" w:rsidRDefault="00DB25A7">
      <w:pPr>
        <w:ind w:firstLine="5236"/>
        <w:jc w:val="left"/>
      </w:pPr>
    </w:p>
    <w:p w:rsidR="00DB25A7" w:rsidRDefault="00DB25A7">
      <w:pPr>
        <w:jc w:val="left"/>
      </w:pPr>
    </w:p>
    <w:p w:rsidR="00DB25A7" w:rsidRDefault="000D57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Гранична чисельність працівників апарату, структурних підрозділів районної державної адміністрації </w:t>
      </w:r>
    </w:p>
    <w:p w:rsidR="00DB25A7" w:rsidRDefault="00DB25A7">
      <w:pPr>
        <w:ind w:firstLine="708"/>
        <w:jc w:val="center"/>
        <w:rPr>
          <w:b/>
          <w:sz w:val="28"/>
          <w:szCs w:val="28"/>
        </w:rPr>
      </w:pPr>
    </w:p>
    <w:p w:rsidR="00DB25A7" w:rsidRDefault="00DB25A7">
      <w:pPr>
        <w:ind w:firstLine="708"/>
        <w:jc w:val="center"/>
        <w:rPr>
          <w:b/>
          <w:sz w:val="28"/>
          <w:szCs w:val="28"/>
        </w:rPr>
      </w:pPr>
    </w:p>
    <w:tbl>
      <w:tblPr>
        <w:tblW w:w="9258" w:type="dxa"/>
        <w:tblInd w:w="93" w:type="dxa"/>
        <w:tblLook w:val="04A0" w:firstRow="1" w:lastRow="0" w:firstColumn="1" w:lastColumn="0" w:noHBand="0" w:noVBand="1"/>
      </w:tblPr>
      <w:tblGrid>
        <w:gridCol w:w="1037"/>
        <w:gridCol w:w="6767"/>
        <w:gridCol w:w="1454"/>
      </w:tblGrid>
      <w:tr w:rsidR="00DB25A7">
        <w:tc>
          <w:tcPr>
            <w:tcW w:w="1037" w:type="dxa"/>
            <w:tcBorders>
              <w:bottom w:val="nil"/>
            </w:tcBorders>
          </w:tcPr>
          <w:p w:rsidR="00DB25A7" w:rsidRDefault="000D57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:rsidR="00DB25A7" w:rsidRDefault="000D57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6767" w:type="dxa"/>
            <w:tcBorders>
              <w:bottom w:val="nil"/>
            </w:tcBorders>
          </w:tcPr>
          <w:p w:rsidR="00DB25A7" w:rsidRDefault="000D57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Назва структурного підрозділу</w:t>
            </w:r>
          </w:p>
          <w:p w:rsidR="00DB25A7" w:rsidRDefault="000D57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районної державної адміністрації</w:t>
            </w: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DB25A7" w:rsidRDefault="000D57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Кількість </w:t>
            </w:r>
          </w:p>
          <w:p w:rsidR="00DB25A7" w:rsidRDefault="000D57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штатних одиниць</w:t>
            </w:r>
          </w:p>
          <w:p w:rsidR="00DB25A7" w:rsidRDefault="00DB25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B25A7">
        <w:trPr>
          <w:trHeight w:val="483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spacing w:before="120"/>
              <w:ind w:left="3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76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spacing w:before="1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Апарат районної державної адміністрації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5A7" w:rsidRDefault="000D57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</w:t>
            </w:r>
          </w:p>
        </w:tc>
      </w:tr>
      <w:tr w:rsidR="00DB25A7">
        <w:trPr>
          <w:trHeight w:val="533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spacing w:before="120"/>
              <w:ind w:left="3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76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spacing w:before="1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Фінансове управління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5A7" w:rsidRDefault="000D57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4"/>
              </w:rPr>
              <w:t>10</w:t>
            </w:r>
          </w:p>
        </w:tc>
      </w:tr>
      <w:tr w:rsidR="00DB25A7">
        <w:trPr>
          <w:trHeight w:val="527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spacing w:before="120"/>
              <w:ind w:left="3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76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spacing w:before="1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соціального захисту населення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5A7" w:rsidRDefault="000D57EF">
            <w:pPr>
              <w:jc w:val="center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54</w:t>
            </w:r>
          </w:p>
        </w:tc>
      </w:tr>
      <w:tr w:rsidR="00DB25A7">
        <w:trPr>
          <w:trHeight w:val="564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spacing w:before="120"/>
              <w:ind w:left="3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76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spacing w:before="1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Служба у справах дітей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B25A7">
        <w:trPr>
          <w:trHeight w:val="502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5.</w:t>
            </w:r>
          </w:p>
        </w:tc>
        <w:tc>
          <w:tcPr>
            <w:tcW w:w="676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гуманітарної сфери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DB25A7">
        <w:trPr>
          <w:trHeight w:val="880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6.</w:t>
            </w:r>
          </w:p>
        </w:tc>
        <w:tc>
          <w:tcPr>
            <w:tcW w:w="676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4"/>
              </w:rPr>
              <w:t>Управління соціально-економічного розвитку територій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DB25A7">
            <w:pPr>
              <w:jc w:val="center"/>
              <w:rPr>
                <w:sz w:val="28"/>
                <w:szCs w:val="28"/>
              </w:rPr>
            </w:pPr>
          </w:p>
          <w:p w:rsidR="00DB25A7" w:rsidRDefault="000D57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DB25A7">
        <w:trPr>
          <w:trHeight w:val="523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76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інформаційної діяльності та комунікацій з громадськістю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B25A7">
        <w:trPr>
          <w:trHeight w:val="470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76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Архівний відділ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B25A7">
        <w:trPr>
          <w:trHeight w:val="1122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  <w:p w:rsidR="00DB25A7" w:rsidRDefault="00DB25A7">
            <w:pPr>
              <w:jc w:val="center"/>
              <w:rPr>
                <w:sz w:val="28"/>
                <w:szCs w:val="28"/>
              </w:rPr>
            </w:pPr>
          </w:p>
          <w:p w:rsidR="00DB25A7" w:rsidRDefault="00DB25A7">
            <w:pPr>
              <w:jc w:val="center"/>
              <w:rPr>
                <w:sz w:val="28"/>
                <w:szCs w:val="28"/>
              </w:rPr>
            </w:pPr>
          </w:p>
          <w:p w:rsidR="00DB25A7" w:rsidRDefault="00DB25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6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цифрового розвитку, цифрових трансформацій та організації діяльності центрів надання адміністративних послуг</w:t>
            </w:r>
          </w:p>
          <w:p w:rsidR="00DB25A7" w:rsidRDefault="00DB25A7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B25A7">
        <w:trPr>
          <w:trHeight w:val="52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676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містобудування та архітектури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B25A7">
        <w:trPr>
          <w:trHeight w:val="52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6767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взаємодії з правоохоронними органами, оборонної роботи та з питань цивільного захисту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0D57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B25A7">
        <w:tc>
          <w:tcPr>
            <w:tcW w:w="7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25A7" w:rsidRDefault="00DB25A7">
            <w:pPr>
              <w:jc w:val="left"/>
              <w:rPr>
                <w:sz w:val="28"/>
                <w:szCs w:val="28"/>
              </w:rPr>
            </w:pPr>
          </w:p>
          <w:p w:rsidR="00DB25A7" w:rsidRDefault="000D57EF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Всього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DB25A7" w:rsidRDefault="00DB25A7">
            <w:pPr>
              <w:jc w:val="center"/>
              <w:rPr>
                <w:sz w:val="28"/>
                <w:szCs w:val="28"/>
              </w:rPr>
            </w:pPr>
          </w:p>
          <w:p w:rsidR="00DB25A7" w:rsidRDefault="000D57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</w:tbl>
    <w:p w:rsidR="00DB25A7" w:rsidRDefault="00DB25A7">
      <w:pPr>
        <w:jc w:val="center"/>
        <w:rPr>
          <w:sz w:val="28"/>
          <w:szCs w:val="28"/>
        </w:rPr>
      </w:pPr>
    </w:p>
    <w:p w:rsidR="00DB25A7" w:rsidRDefault="00DB25A7">
      <w:pPr>
        <w:jc w:val="center"/>
        <w:rPr>
          <w:sz w:val="28"/>
          <w:szCs w:val="28"/>
        </w:rPr>
      </w:pPr>
    </w:p>
    <w:p w:rsidR="000D57EF" w:rsidRDefault="000D57EF">
      <w:pPr>
        <w:jc w:val="center"/>
        <w:rPr>
          <w:sz w:val="28"/>
          <w:szCs w:val="28"/>
        </w:rPr>
      </w:pPr>
    </w:p>
    <w:p w:rsidR="00DB25A7" w:rsidRPr="000D57EF" w:rsidRDefault="000D57EF">
      <w:r w:rsidRPr="000D57EF">
        <w:t xml:space="preserve">    </w:t>
      </w:r>
      <w:r w:rsidRPr="000D57EF">
        <w:rPr>
          <w:b/>
          <w:bCs/>
        </w:rPr>
        <w:t xml:space="preserve">Керівник апарату           </w:t>
      </w:r>
      <w:r w:rsidRPr="000D57EF">
        <w:rPr>
          <w:b/>
          <w:bCs/>
        </w:rPr>
        <w:tab/>
      </w:r>
      <w:r w:rsidRPr="000D57EF">
        <w:rPr>
          <w:b/>
          <w:bCs/>
        </w:rPr>
        <w:tab/>
      </w:r>
      <w:r>
        <w:rPr>
          <w:b/>
          <w:bCs/>
        </w:rPr>
        <w:tab/>
      </w:r>
      <w:r w:rsidRPr="000D57EF">
        <w:rPr>
          <w:b/>
          <w:bCs/>
        </w:rPr>
        <w:t xml:space="preserve">                            Мирослав ЗІНОВ</w:t>
      </w:r>
      <w:r w:rsidRPr="000D57EF">
        <w:rPr>
          <w:b/>
          <w:bCs/>
          <w:lang w:val="en-US"/>
        </w:rPr>
        <w:t>’</w:t>
      </w:r>
      <w:r w:rsidRPr="000D57EF">
        <w:rPr>
          <w:b/>
          <w:bCs/>
        </w:rPr>
        <w:t>ЄВ</w:t>
      </w:r>
    </w:p>
    <w:p w:rsidR="00DB25A7" w:rsidRPr="000D57EF" w:rsidRDefault="00DB25A7">
      <w:pPr>
        <w:jc w:val="right"/>
      </w:pPr>
    </w:p>
    <w:sectPr w:rsidR="00DB25A7" w:rsidRPr="000D57EF">
      <w:pgSz w:w="11906" w:h="16838"/>
      <w:pgMar w:top="1134" w:right="567" w:bottom="1134" w:left="1701" w:header="578" w:footer="57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ADD6583"/>
    <w:multiLevelType w:val="singleLevel"/>
    <w:tmpl w:val="9ADD6583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3395CC8"/>
    <w:multiLevelType w:val="multilevel"/>
    <w:tmpl w:val="03395CC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oNotHyphenateCaps/>
  <w:drawingGridHorizontalSpacing w:val="101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17F"/>
    <w:rsid w:val="00001B66"/>
    <w:rsid w:val="00005EC1"/>
    <w:rsid w:val="000078A3"/>
    <w:rsid w:val="00031FD0"/>
    <w:rsid w:val="00064AA7"/>
    <w:rsid w:val="00066466"/>
    <w:rsid w:val="00074FD4"/>
    <w:rsid w:val="00081A8D"/>
    <w:rsid w:val="000824D4"/>
    <w:rsid w:val="00086682"/>
    <w:rsid w:val="000A6267"/>
    <w:rsid w:val="000A6936"/>
    <w:rsid w:val="000B5EE7"/>
    <w:rsid w:val="000C59DD"/>
    <w:rsid w:val="000D57EF"/>
    <w:rsid w:val="000F245D"/>
    <w:rsid w:val="001048B5"/>
    <w:rsid w:val="00106DF8"/>
    <w:rsid w:val="0010741E"/>
    <w:rsid w:val="00121246"/>
    <w:rsid w:val="00122877"/>
    <w:rsid w:val="00123343"/>
    <w:rsid w:val="001573A9"/>
    <w:rsid w:val="00181D6D"/>
    <w:rsid w:val="001A6CB7"/>
    <w:rsid w:val="001D2211"/>
    <w:rsid w:val="001E0913"/>
    <w:rsid w:val="001F5C12"/>
    <w:rsid w:val="001F6F8F"/>
    <w:rsid w:val="00257ADE"/>
    <w:rsid w:val="002A722F"/>
    <w:rsid w:val="002F1548"/>
    <w:rsid w:val="0031316A"/>
    <w:rsid w:val="003557CE"/>
    <w:rsid w:val="003679FE"/>
    <w:rsid w:val="0037319B"/>
    <w:rsid w:val="00373700"/>
    <w:rsid w:val="003773B5"/>
    <w:rsid w:val="0038282F"/>
    <w:rsid w:val="0038361C"/>
    <w:rsid w:val="00386BAA"/>
    <w:rsid w:val="00396E24"/>
    <w:rsid w:val="003B2343"/>
    <w:rsid w:val="003D3E5D"/>
    <w:rsid w:val="003D67F4"/>
    <w:rsid w:val="00434989"/>
    <w:rsid w:val="00435643"/>
    <w:rsid w:val="004360EA"/>
    <w:rsid w:val="004569A4"/>
    <w:rsid w:val="00461F06"/>
    <w:rsid w:val="004664A8"/>
    <w:rsid w:val="004818AA"/>
    <w:rsid w:val="004B7879"/>
    <w:rsid w:val="004C11E9"/>
    <w:rsid w:val="004C2503"/>
    <w:rsid w:val="004D3C02"/>
    <w:rsid w:val="004D5BD5"/>
    <w:rsid w:val="004F12ED"/>
    <w:rsid w:val="00512DBD"/>
    <w:rsid w:val="005409C4"/>
    <w:rsid w:val="00583947"/>
    <w:rsid w:val="005F7F4B"/>
    <w:rsid w:val="00605514"/>
    <w:rsid w:val="006206FB"/>
    <w:rsid w:val="00621A65"/>
    <w:rsid w:val="006A5BDB"/>
    <w:rsid w:val="006B0163"/>
    <w:rsid w:val="006B6F0F"/>
    <w:rsid w:val="006D0AC6"/>
    <w:rsid w:val="006D4152"/>
    <w:rsid w:val="006F2808"/>
    <w:rsid w:val="007110F4"/>
    <w:rsid w:val="007429F1"/>
    <w:rsid w:val="007526DB"/>
    <w:rsid w:val="00763EBC"/>
    <w:rsid w:val="0076405F"/>
    <w:rsid w:val="00791BD7"/>
    <w:rsid w:val="007C5E9B"/>
    <w:rsid w:val="007D641C"/>
    <w:rsid w:val="008163C4"/>
    <w:rsid w:val="008839E6"/>
    <w:rsid w:val="008A0115"/>
    <w:rsid w:val="008B1B20"/>
    <w:rsid w:val="008C462C"/>
    <w:rsid w:val="008C6250"/>
    <w:rsid w:val="008D05D3"/>
    <w:rsid w:val="00931B8E"/>
    <w:rsid w:val="00980112"/>
    <w:rsid w:val="0098547E"/>
    <w:rsid w:val="0098609D"/>
    <w:rsid w:val="00993FC6"/>
    <w:rsid w:val="009B4C32"/>
    <w:rsid w:val="009C627D"/>
    <w:rsid w:val="009E2F38"/>
    <w:rsid w:val="009F2C21"/>
    <w:rsid w:val="00A107F0"/>
    <w:rsid w:val="00A245CA"/>
    <w:rsid w:val="00A319B4"/>
    <w:rsid w:val="00A35E70"/>
    <w:rsid w:val="00A50CE9"/>
    <w:rsid w:val="00A66B9B"/>
    <w:rsid w:val="00A70395"/>
    <w:rsid w:val="00AA2A12"/>
    <w:rsid w:val="00AE4A30"/>
    <w:rsid w:val="00B02618"/>
    <w:rsid w:val="00B035B2"/>
    <w:rsid w:val="00B04C75"/>
    <w:rsid w:val="00B07700"/>
    <w:rsid w:val="00B61D1F"/>
    <w:rsid w:val="00B9751A"/>
    <w:rsid w:val="00BD78D4"/>
    <w:rsid w:val="00BE5342"/>
    <w:rsid w:val="00C058E3"/>
    <w:rsid w:val="00C06F29"/>
    <w:rsid w:val="00C118FE"/>
    <w:rsid w:val="00C166E2"/>
    <w:rsid w:val="00C16708"/>
    <w:rsid w:val="00C176B3"/>
    <w:rsid w:val="00C27290"/>
    <w:rsid w:val="00C37FD6"/>
    <w:rsid w:val="00C41775"/>
    <w:rsid w:val="00C46110"/>
    <w:rsid w:val="00C536CA"/>
    <w:rsid w:val="00C5717F"/>
    <w:rsid w:val="00C762C7"/>
    <w:rsid w:val="00CA2091"/>
    <w:rsid w:val="00CB24EA"/>
    <w:rsid w:val="00CD4C61"/>
    <w:rsid w:val="00CF0C22"/>
    <w:rsid w:val="00D052CB"/>
    <w:rsid w:val="00D20C1E"/>
    <w:rsid w:val="00D21203"/>
    <w:rsid w:val="00D7248E"/>
    <w:rsid w:val="00D8795D"/>
    <w:rsid w:val="00DB25A7"/>
    <w:rsid w:val="00DF762D"/>
    <w:rsid w:val="00E02E54"/>
    <w:rsid w:val="00E07D12"/>
    <w:rsid w:val="00E10097"/>
    <w:rsid w:val="00E30DAA"/>
    <w:rsid w:val="00E53D2C"/>
    <w:rsid w:val="00E57D49"/>
    <w:rsid w:val="00EA1382"/>
    <w:rsid w:val="00EA3DA8"/>
    <w:rsid w:val="00ED44DC"/>
    <w:rsid w:val="00EE3A30"/>
    <w:rsid w:val="00F178B8"/>
    <w:rsid w:val="00F35BD9"/>
    <w:rsid w:val="00F44173"/>
    <w:rsid w:val="00F50DAB"/>
    <w:rsid w:val="00F50F1B"/>
    <w:rsid w:val="00F5326E"/>
    <w:rsid w:val="00F6264E"/>
    <w:rsid w:val="00F73CDA"/>
    <w:rsid w:val="00FA2CFE"/>
    <w:rsid w:val="00FB1AAF"/>
    <w:rsid w:val="00FB705D"/>
    <w:rsid w:val="00FD59F7"/>
    <w:rsid w:val="00FE3B0B"/>
    <w:rsid w:val="0A323097"/>
    <w:rsid w:val="139F2B29"/>
    <w:rsid w:val="3BB11704"/>
    <w:rsid w:val="492F289D"/>
    <w:rsid w:val="724F6E06"/>
    <w:rsid w:val="7FB9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BCC051"/>
  <w15:docId w15:val="{6343E3C3-D76A-4247-B1D6-2AAF57A4E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/>
    <w:lsdException w:name="Body Text Indent" w:semiHidden="1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qFormat="1"/>
    <w:lsdException w:name="Body Text Indent 3" w:semiHidden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6"/>
      <w:szCs w:val="26"/>
      <w:lang w:eastAsia="ru-RU"/>
    </w:rPr>
  </w:style>
  <w:style w:type="paragraph" w:styleId="1">
    <w:name w:val="heading 1"/>
    <w:basedOn w:val="a"/>
    <w:next w:val="a"/>
    <w:qFormat/>
    <w:pPr>
      <w:keepNext/>
      <w:spacing w:line="264" w:lineRule="auto"/>
      <w:jc w:val="center"/>
      <w:outlineLvl w:val="0"/>
    </w:pPr>
    <w:rPr>
      <w:b/>
      <w:bCs/>
      <w:smallCaps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3">
    <w:name w:val="Body Text Indent 3"/>
    <w:basedOn w:val="a"/>
    <w:semiHidden/>
    <w:pPr>
      <w:autoSpaceDE w:val="0"/>
      <w:autoSpaceDN w:val="0"/>
      <w:spacing w:line="240" w:lineRule="exact"/>
      <w:ind w:left="1560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Body Text"/>
    <w:basedOn w:val="a"/>
    <w:semiHidden/>
    <w:pPr>
      <w:autoSpaceDE w:val="0"/>
      <w:autoSpaceDN w:val="0"/>
    </w:pPr>
    <w:rPr>
      <w:sz w:val="28"/>
      <w:szCs w:val="28"/>
    </w:rPr>
  </w:style>
  <w:style w:type="paragraph" w:styleId="a8">
    <w:name w:val="Body Text Indent"/>
    <w:basedOn w:val="a"/>
    <w:semiHidden/>
    <w:qFormat/>
    <w:pPr>
      <w:autoSpaceDE w:val="0"/>
      <w:autoSpaceDN w:val="0"/>
      <w:spacing w:line="288" w:lineRule="auto"/>
      <w:jc w:val="center"/>
    </w:pPr>
    <w:rPr>
      <w:b/>
      <w:bCs/>
    </w:rPr>
  </w:style>
  <w:style w:type="paragraph" w:styleId="a9">
    <w:name w:val="footer"/>
    <w:basedOn w:val="a"/>
    <w:semiHidden/>
    <w:pPr>
      <w:tabs>
        <w:tab w:val="center" w:pos="4153"/>
        <w:tab w:val="right" w:pos="8306"/>
      </w:tabs>
    </w:pPr>
  </w:style>
  <w:style w:type="paragraph" w:styleId="aa">
    <w:name w:val="Normal (Web)"/>
    <w:basedOn w:val="a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paragraph" w:styleId="21">
    <w:name w:val="Body Text Indent 2"/>
    <w:basedOn w:val="a"/>
    <w:semiHidden/>
    <w:qFormat/>
    <w:pPr>
      <w:ind w:firstLine="567"/>
    </w:p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Название1"/>
    <w:basedOn w:val="a"/>
    <w:qFormat/>
    <w:pPr>
      <w:autoSpaceDE w:val="0"/>
      <w:autoSpaceDN w:val="0"/>
      <w:spacing w:before="240" w:after="60" w:line="288" w:lineRule="auto"/>
      <w:jc w:val="center"/>
    </w:pPr>
    <w:rPr>
      <w:rFonts w:ascii="Pragmatica" w:hAnsi="Pragmatica"/>
      <w:b/>
      <w:bCs/>
      <w:kern w:val="28"/>
      <w:sz w:val="32"/>
      <w:szCs w:val="32"/>
    </w:rPr>
  </w:style>
  <w:style w:type="paragraph" w:customStyle="1" w:styleId="wfxRecipient">
    <w:name w:val="wfxRecipient"/>
    <w:basedOn w:val="a"/>
    <w:qFormat/>
    <w:pPr>
      <w:autoSpaceDE w:val="0"/>
      <w:autoSpaceDN w:val="0"/>
      <w:spacing w:line="288" w:lineRule="auto"/>
    </w:pPr>
  </w:style>
  <w:style w:type="paragraph" w:customStyle="1" w:styleId="rvps6">
    <w:name w:val="rvps6"/>
    <w:basedOn w:val="a"/>
    <w:qFormat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link w:val="2"/>
    <w:uiPriority w:val="9"/>
    <w:qFormat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a6">
    <w:name w:val="Верхний колонтитул Знак"/>
    <w:link w:val="a5"/>
    <w:uiPriority w:val="99"/>
    <w:rPr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54;&#1047;&#1055;&#1054;&#1056;&#1071;&#1044;&#1046;&#1045;&#1053;&#1053;&#1071;\2012\&#1050;&#1040;&#1044;&#1056;&#1054;&#1042;&#1030;%202012\Rozp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84FB52-3CC7-4297-931C-32AAD225C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Rozp</Template>
  <TotalTime>4</TotalTime>
  <Pages>1</Pages>
  <Words>668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ЕЛЕКТРОННА ПОШТА</vt:lpstr>
    </vt:vector>
  </TitlesOfParts>
  <Company>LSA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ЕЛЕКТРОННА ПОШТА</dc:title>
  <dc:creator>Zag6</dc:creator>
  <cp:lastModifiedBy>Сокаль РДА</cp:lastModifiedBy>
  <cp:revision>4</cp:revision>
  <cp:lastPrinted>2021-12-13T09:14:00Z</cp:lastPrinted>
  <dcterms:created xsi:type="dcterms:W3CDTF">2021-12-15T07:28:00Z</dcterms:created>
  <dcterms:modified xsi:type="dcterms:W3CDTF">2021-12-17T12:59:00Z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9B6BF42D71A94C68BA03B3580067A476</vt:lpwstr>
  </property>
</Properties>
</file>